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2B" w:rsidRDefault="00B2012B">
      <w:pPr>
        <w:rPr>
          <w:sz w:val="28"/>
          <w:szCs w:val="28"/>
        </w:rPr>
      </w:pP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Коммерческое предложение.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Компания ООО « Ориент – Оптим »   ПРЕДЛАГАЕТ  ВАМ, новинку на российском рынке: ПРОМЫШЛЕННЫЕ  СКЛАДЫ ОБЩЕГО НАЗНАЧЕНИЯ АНГАРНОГО ТИПА (холодные), с возможностью утепления . Мы имеем в своей линейке, как стандартные, типовые модели, так и готовы рассчитать и  сделать  для вас, любой необходимый дизайн и оформление. При этом, цена при расчете индивидуальных проектов, за квадратный метр, не изменяется !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Материал покрытия – ПВХ толщиной от 610-750г\м2  с особыми свойствами, производства Южная Корея. Материал запатентован и является основным материалом, для производства палаток  складов во всех странах Мира. Для понимания стоит сказать, наш партнер АВТОРИЗОВАННЫЙ  ПОСТАВЩИК  ДЛЯ МЕЖДУНАРОДНОЙ ОРГАНИЗАЦИИ «КРАСНЫЙ КРЕСТ»</w:t>
      </w:r>
    </w:p>
    <w:p w:rsidR="00B2012B" w:rsidRDefault="00B2012B" w:rsidP="00C1663A">
      <w:pPr>
        <w:rPr>
          <w:sz w:val="28"/>
          <w:szCs w:val="28"/>
        </w:rPr>
      </w:pPr>
    </w:p>
    <w:p w:rsidR="00B2012B" w:rsidRDefault="00B2012B" w:rsidP="00C1663A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ЭТО – БЫСТРОВОЗВОДИМЫЕ  И РАЗБОРНЫЕ (ДЛЯ ПЕРЕМЕЩЕНИЯ ) ЛЕГКИЕ, ПРОЧНЫЕ, НЕ КАПИТАЛЬНЫЕ КОНСТРУКЦИИ. АНТИШТОРМОВАЯ КОНСТРУКЦИЯ, ЗАЩИТА ПРОТИВ УЛЬТРАФИОЛЕТОВЫХ ЛУЧЕЙ, УДЕРЖАНИЕ СНЕГА ДО 200 КГ\М2 .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МАТЕРИАЛ НЕ ГОРИТ, ЧТО ЗАКРЕПЛЕНО МЕЖДУНАРОДНЫМИ СЕРТИФИКАТАМИ.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ДИАПАЗОН ИСПОЛЬЗОВАНИЯ ОТ  -50 ДО + 50 ГД Цельсия.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 СЛОЖНО ПЕРЕОЦЕНИТЬ ДОСТОИНСТВА ДАННЫХ СООРУЖЕНИЙ. ОДНА ИЗ ОСНОВНЫХ ПОЛОЖИТЕЛЬНЫХ МОМЕНТОВ, ЭТО НЕ ВЫСОКАЯ  СТОИМОСТЬ, ПО СРАВНЕНИЮ С ТРАДИЦИОННЫМИ АНГАРАМИ ИЗ ОЦИНКОВАННОГО ЛИСТА . ( НИЖЕ В 2-3 РАЗА !!!) ГАРАНТИЯ НА НАШИ СООРУЖЕНИЯ – ДО 8 ЛЕТ .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ДЛЯ СБОРКИ НАШИХ СООРУЖЕНИЙ, ВАМ НЕ НУЖНА СПЕЦИАЛИЗИРОВАННАЯ БРИГАДА СТРОИТЕЛЕЙ, ДОСТАТОЧНО БУДЕТ НЕСКОЛЬКО ЧЕЛОВЕК И КРАН ( ДЛЯ БОЛЬШИХ РАЗМЕРОВ ВЫСОТА БОЛЕЕ </w:t>
      </w:r>
      <w:smartTag w:uri="urn:schemas-microsoft-com:office:smarttags" w:element="metricconverter">
        <w:smartTagPr>
          <w:attr w:name="ProductID" w:val="5 МЕТРОВ"/>
        </w:smartTagPr>
        <w:r>
          <w:rPr>
            <w:sz w:val="28"/>
            <w:szCs w:val="28"/>
          </w:rPr>
          <w:t>5 МЕТРОВ</w:t>
        </w:r>
      </w:smartTag>
      <w:r>
        <w:rPr>
          <w:sz w:val="28"/>
          <w:szCs w:val="28"/>
        </w:rPr>
        <w:t xml:space="preserve"> ). ПОТОМУ ЧТО ВЫ ПОЛУЧИТЕ ПОЛНУЮ И ПОДРОБНУЮ  СХЕМУ СБОРКИ, ТАК ЧТО ЭТО НЕ СОСТАВИТ НИКАКОГО ТРУДА . ЕСЛИ ВСЕ ЖЕ ВОЗНИКНУТ СЛОЖНОСТИ , НАША БРИГАДА  ПОСЧИТАЕТ ДЛЯ ВАС УСЛУГИ ПО СБОРКЕ .</w:t>
      </w:r>
    </w:p>
    <w:p w:rsidR="00B2012B" w:rsidRDefault="00B2012B" w:rsidP="00C1663A">
      <w:pPr>
        <w:rPr>
          <w:sz w:val="28"/>
          <w:szCs w:val="28"/>
        </w:rPr>
      </w:pP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ТРАНСПОРТИРОВКА ВСЕХ СОСТАВЛЯЮЩИХ ЧАСТЕЙ ОЧЕНЬ ПРОСТА .ВСЕ УПАКОВАНО В МЕТАЛЛИЧЕСКИЕ ЯЩИКИ ( УГОЛОК +МЕТАЛЛ.ЛИСТ ) С КРЕПЛЕНИЯМИ ПОД КРАН . ТАКИМ ОБРАЗОМ СКОЛЬКО БЫ МЕСТ ВАМ НЕ ПРИШЛОСЬ ПОМЕНЯТЬ, ВЫ ПРЕКРАСНО СМОЖЕТЕ БЕЗ ПОТЕРЬ РАЗОБРАТЬ, ПЕРЕВЕЗТИ И ВНОВЬ СОБРАТЬ, БЕЗ ПОТЕРЬ .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ПОЖАЛУЙ ЕДИНСТВЕННЫЙ НЕДОСТАТОК НАШИХ СООРУЖЕНИЙ, ТАК КАК МАТЕРИАЛ ПВХ, ТО ТАКИЕ «МЯГКИЕ « СКЛАДЫ ДОЛЖНЫ НАХОДИТСЯ НА ОХРАНЯЕМОЙ ТЕРРИТОРИИ, НО МЫ ПРЕКРАСНО ПОНИМАЕМ, ЕСЛИ ЧЕЛОВЕКУ, С НЕ ДОБРЫМИ НАМЕРЕНИЯМИ НУЖНО ПОПАСТЬ ВНУТРЬ, ТО ОН СДЕЛАЕТ ЭТО И ЧЕРЕЗ МЕТАЛЛИЧЕСКИЕ СТЕНЫ !  НО СПЕКТР ПРИМЕНЕНИЯ, НАШИХ СКЛАДОВ ПОИСТИНЕ ОГРОМЕН И РАЗНООБРАЗЕН, ЛИШЬ НЕКОТОРЫЕ ИЗ НАПРАВЛЕНИЙ: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 ХАРАНЕНИЕ  С\Х И ДРУГОЙ ТЕХНИКИ, ЗАПЧАСТЕЙ, МАШИН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-ХРАНЕНИЕ С\Х ПРОДУКЦИИ, УРОЖАЯ ( ЗЕРНОВЫЕ , БОБОВЫЕ , СЕМЕЧКОВЫЕ И.ТД.)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-ХРАНЕНИЕ ЛЮБЫХ МЕШКОВ, БИГ-БЕГОВ, ЯЩИКОВ С ПРОДУКЦИЕЙ СУПЫЧИХ И ШТУЧНЫХ ПРОДУКТОВ .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-МЕТАЛЛОПРОКАТ, ДЕРЕВО, МЕТИЗЫ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-ОРГАНИЗАЦИЯ ЛОГИСТИЧЕСКИХ КОМПЛЕКСОВ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 ОРГАНИЗАЦИЯ АВТОМОБИЛЬНЫХ СТОЯНОК КРЫТОГО ТИПА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-СПОРТИВНЫЕ АНГАРЫ . ( Корты, Бассейны, Футбольные площадки и т.д. )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 АНГАРЫ ДЛЯ СУШКИ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 ТЕПЛИЧНЫЕ ХОЗЯЙСТВА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-ПОМЕЩЕНИЯ ПОД ПРОИЗВОДСТВА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-ПАЛАТКИ ДЛЯ ПРОЖИВАНИЯ ЛЮДЕЙ ДЛЯ РЕГИОНОВ СО СРЕДНЕГОДОВОЙ    ТЕМПЕРАТУРОЙ НЕ НИЖЕ -15ГРАД Цельсия . ( ДОРОЖНЫЕ РАБОТЫ ,   СТРОИТЕЛЬНЫЕ КОМПАНИИ , ВАХТОВЫЙ МЕТОД )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И ТАК ДАЛЕЕ, ЧТО ВЫ НЕ ПОЖЕЛАЕТЕ .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ВСЕ СООРУЖЕНИЯ  ИМЕЮТ КАК ОДНОСЛОЙНОЕ, ТАК И ДВУСЛОЙНОЕ ПОКРЫТИЕ ( Т.Е С УТЕПЛЯЮЩИМ СЛОЕМ ) . Это позволяет проводить в наши склады : свет ,тепло , воду .) В ЛЮБОМ СООРУЖЕНИИ ЕСТЬ ДВОЙНЫЕ ВОРОТА И ПО ВАШЕМУ УСМОТРЕНИЮ, МЫ СМОЖЕМ СДЕЛАТЬ ОТДЕЛЬНО ДВЕРИ И НЕОБХОДИМОЕ КОЛИЧЕСТВО ОКОН .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НАДЕЕМСЯ ВЫ ОЦЕНИТЕ ПО ДОСТОИНСТВУ НАШ ПРОДУКТ, ПРИОБРЕТЯ НАШИ СКЛАДЫ И СЪЭКОНОМИТЕ НА СТРОИТЕЛЬСТВЕ. А УБЕДИВШИСЬ В УДОБСТВЕ И КАЧЕСТВЕ, ПОСОВЕТУЕТЕ ДРУЗЬЯМ !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 ОСНОВНЫЕ  МОДЕЛИ  ПРЕДЛАГАЕМЫХ СКЛАДОВ ПРИВЕДЕНЫ НИЖЕ .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>ПОСЛЕ ТОГО КАК ВАС ЗАИНТЕРЕСУЕТ, КАКАЯ – ЛИБО МОДЕЛЬ , ВЫ МОЖЕТЕ НАПИСАТЬ ИЛИ ПОЗВОНИТЬ , ДЛЯ УТОЧНЕНИЯ КОМПЛЕКТАЦИИ .ПОСЛЕ ЭТО МЫ ДАДИМ ВАМ ЦЕНУ, КОТОРОЮ, УВЕРЕН ВЫ ОСТАНЕТЕСЬ ОЧЕНЬ ДОВОЛЬНЫ .</w:t>
      </w:r>
    </w:p>
    <w:p w:rsidR="00B2012B" w:rsidRDefault="00B2012B" w:rsidP="00C1663A">
      <w:pPr>
        <w:rPr>
          <w:sz w:val="28"/>
          <w:szCs w:val="28"/>
        </w:rPr>
      </w:pP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С Уважением  Ваш 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Тупик Павел Николаевич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Директор по развитию</w:t>
      </w:r>
    </w:p>
    <w:p w:rsidR="00B2012B" w:rsidRDefault="00B2012B" w:rsidP="00C166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Тел. 89064163657.  +7863-266-50-13. </w:t>
      </w:r>
      <w:r>
        <w:rPr>
          <w:sz w:val="28"/>
          <w:szCs w:val="28"/>
          <w:lang w:val="en-US"/>
        </w:rPr>
        <w:t>tupik</w:t>
      </w:r>
      <w:r>
        <w:rPr>
          <w:sz w:val="28"/>
          <w:szCs w:val="28"/>
        </w:rPr>
        <w:t>2017@</w:t>
      </w:r>
      <w:r>
        <w:rPr>
          <w:sz w:val="28"/>
          <w:szCs w:val="28"/>
          <w:lang w:val="en-US"/>
        </w:rPr>
        <w:t>yandex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B2012B" w:rsidRPr="00D74552" w:rsidRDefault="00B2012B">
      <w:pPr>
        <w:rPr>
          <w:sz w:val="28"/>
          <w:szCs w:val="28"/>
        </w:rPr>
      </w:pPr>
    </w:p>
    <w:sectPr w:rsidR="00B2012B" w:rsidRPr="00D74552" w:rsidSect="00227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552"/>
    <w:rsid w:val="000064C2"/>
    <w:rsid w:val="00062E3E"/>
    <w:rsid w:val="001228D6"/>
    <w:rsid w:val="001917D6"/>
    <w:rsid w:val="00212A5E"/>
    <w:rsid w:val="00227B19"/>
    <w:rsid w:val="0044386E"/>
    <w:rsid w:val="00525D27"/>
    <w:rsid w:val="006937B4"/>
    <w:rsid w:val="00713C05"/>
    <w:rsid w:val="0077109B"/>
    <w:rsid w:val="00793D8B"/>
    <w:rsid w:val="008B5540"/>
    <w:rsid w:val="00935121"/>
    <w:rsid w:val="00AD4115"/>
    <w:rsid w:val="00B2012B"/>
    <w:rsid w:val="00B4106E"/>
    <w:rsid w:val="00B603C7"/>
    <w:rsid w:val="00B61440"/>
    <w:rsid w:val="00C1663A"/>
    <w:rsid w:val="00C3157F"/>
    <w:rsid w:val="00C77D6F"/>
    <w:rsid w:val="00C77DBB"/>
    <w:rsid w:val="00D74552"/>
    <w:rsid w:val="00DB1BD1"/>
    <w:rsid w:val="00EA0BCE"/>
    <w:rsid w:val="00F255AB"/>
    <w:rsid w:val="00FA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B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8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3</Pages>
  <Words>628</Words>
  <Characters>3584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7</cp:revision>
  <dcterms:created xsi:type="dcterms:W3CDTF">2015-06-10T20:08:00Z</dcterms:created>
  <dcterms:modified xsi:type="dcterms:W3CDTF">2016-01-15T08:36:00Z</dcterms:modified>
</cp:coreProperties>
</file>